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4BD8A" w14:textId="77777777" w:rsidR="00CA6EC9" w:rsidRPr="009C2683" w:rsidRDefault="00CA6EC9" w:rsidP="00CA6EC9">
      <w:pPr>
        <w:jc w:val="right"/>
        <w:rPr>
          <w:rFonts w:ascii="Helvetica" w:hAnsi="Helvetica" w:cs="Courier New"/>
          <w:szCs w:val="22"/>
        </w:rPr>
      </w:pPr>
      <w:r w:rsidRPr="009C2683">
        <w:rPr>
          <w:rFonts w:ascii="Helvetica" w:hAnsi="Helvetica" w:cs="Courier New"/>
          <w:color w:val="000000"/>
          <w:szCs w:val="22"/>
        </w:rPr>
        <w:t>Formblatt 6</w:t>
      </w:r>
    </w:p>
    <w:p w14:paraId="76880E6D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5C9E6DBF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44E525DB" w14:textId="77777777" w:rsidR="00CA6EC9" w:rsidRPr="009C2683" w:rsidRDefault="00CA6EC9" w:rsidP="00CA6EC9">
      <w:pPr>
        <w:jc w:val="center"/>
        <w:rPr>
          <w:rFonts w:ascii="Helvetica" w:hAnsi="Helvetica" w:cs="Courier New"/>
          <w:b/>
          <w:bCs/>
          <w:szCs w:val="22"/>
        </w:rPr>
      </w:pPr>
      <w:r w:rsidRPr="009C2683">
        <w:rPr>
          <w:rFonts w:ascii="Helvetica" w:hAnsi="Helvetica" w:cs="Courier New"/>
          <w:b/>
          <w:bCs/>
          <w:szCs w:val="22"/>
        </w:rPr>
        <w:t>Eigenerklärung Umsatz</w:t>
      </w:r>
    </w:p>
    <w:p w14:paraId="25EA2ADC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237B0DC5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42CBFBDC" w14:textId="77777777" w:rsidR="00CA6EC9" w:rsidRPr="009C2683" w:rsidRDefault="00CA6EC9" w:rsidP="00CA6EC9">
      <w:pPr>
        <w:spacing w:after="240" w:line="360" w:lineRule="auto"/>
        <w:rPr>
          <w:rFonts w:ascii="Helvetica" w:hAnsi="Helvetica" w:cs="Courier New"/>
          <w:szCs w:val="22"/>
        </w:rPr>
      </w:pPr>
      <w:r w:rsidRPr="009C2683">
        <w:rPr>
          <w:rFonts w:ascii="Helvetica" w:hAnsi="Helvetica" w:cs="Courier New"/>
          <w:szCs w:val="22"/>
        </w:rPr>
        <w:t>Mein/Unser Gesamtumsatz in den letzten 3 abgeschlossenen Geschäftsjahren beziffert sich wie folgt: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853"/>
      </w:tblGrid>
      <w:tr w:rsidR="00CA6EC9" w:rsidRPr="009C2683" w14:paraId="2C5F9861" w14:textId="77777777" w:rsidTr="00A40413">
        <w:trPr>
          <w:trHeight w:val="567"/>
        </w:trPr>
        <w:tc>
          <w:tcPr>
            <w:tcW w:w="4323" w:type="dxa"/>
            <w:tcBorders>
              <w:bottom w:val="nil"/>
            </w:tcBorders>
          </w:tcPr>
          <w:p w14:paraId="2689F0BA" w14:textId="77777777" w:rsidR="00CA6EC9" w:rsidRPr="009C2683" w:rsidRDefault="00CA6EC9" w:rsidP="00A40413">
            <w:pPr>
              <w:pStyle w:val="Kopfzeile"/>
              <w:tabs>
                <w:tab w:val="clear" w:pos="4536"/>
                <w:tab w:val="clear" w:pos="9072"/>
              </w:tabs>
              <w:spacing w:after="120" w:line="320" w:lineRule="exact"/>
              <w:rPr>
                <w:rFonts w:ascii="Helvetica" w:hAnsi="Helvetica" w:cs="Courier New"/>
                <w:szCs w:val="22"/>
              </w:rPr>
            </w:pPr>
            <w:r w:rsidRPr="009C2683">
              <w:rPr>
                <w:rFonts w:ascii="Helvetica" w:hAnsi="Helvetica" w:cs="Courier New"/>
                <w:szCs w:val="22"/>
              </w:rPr>
              <w:t>Umsatz im</w:t>
            </w:r>
          </w:p>
        </w:tc>
        <w:tc>
          <w:tcPr>
            <w:tcW w:w="4853" w:type="dxa"/>
            <w:tcBorders>
              <w:bottom w:val="nil"/>
            </w:tcBorders>
          </w:tcPr>
          <w:p w14:paraId="14E4E631" w14:textId="77777777" w:rsidR="00CA6EC9" w:rsidRPr="009C2683" w:rsidRDefault="00CA6EC9" w:rsidP="00A40413">
            <w:pPr>
              <w:pStyle w:val="Kopfzeile"/>
              <w:tabs>
                <w:tab w:val="clear" w:pos="4536"/>
                <w:tab w:val="clear" w:pos="9072"/>
              </w:tabs>
              <w:spacing w:after="120" w:line="320" w:lineRule="exact"/>
              <w:jc w:val="right"/>
              <w:rPr>
                <w:rFonts w:ascii="Helvetica" w:hAnsi="Helvetica" w:cs="Courier New"/>
                <w:szCs w:val="22"/>
              </w:rPr>
            </w:pPr>
          </w:p>
        </w:tc>
      </w:tr>
      <w:tr w:rsidR="00CA6EC9" w:rsidRPr="009C2683" w14:paraId="65BBEF8D" w14:textId="77777777" w:rsidTr="00A40413">
        <w:trPr>
          <w:trHeight w:val="567"/>
        </w:trPr>
        <w:tc>
          <w:tcPr>
            <w:tcW w:w="4323" w:type="dxa"/>
            <w:tcBorders>
              <w:top w:val="nil"/>
              <w:bottom w:val="nil"/>
            </w:tcBorders>
          </w:tcPr>
          <w:p w14:paraId="6A658C04" w14:textId="77777777" w:rsidR="00CA6EC9" w:rsidRPr="009C2683" w:rsidRDefault="00CA6EC9" w:rsidP="00A40413">
            <w:pPr>
              <w:spacing w:after="120" w:line="320" w:lineRule="exact"/>
              <w:rPr>
                <w:rFonts w:ascii="Helvetica" w:hAnsi="Helvetica" w:cs="Courier New"/>
                <w:szCs w:val="22"/>
              </w:rPr>
            </w:pPr>
            <w:r w:rsidRPr="009C2683">
              <w:rPr>
                <w:rFonts w:ascii="Helvetica" w:hAnsi="Helvetica" w:cs="Courier New"/>
                <w:szCs w:val="22"/>
              </w:rPr>
              <w:t xml:space="preserve">Jahr </w:t>
            </w:r>
            <w:sdt>
              <w:sdtPr>
                <w:rPr>
                  <w:rFonts w:ascii="Helvetica" w:hAnsi="Helvetica" w:cs="Courier New"/>
                  <w:szCs w:val="22"/>
                </w:rPr>
                <w:id w:val="-1740705358"/>
                <w:placeholder>
                  <w:docPart w:val="0EC7C16DECCB144787E39106B1F127B9"/>
                </w:placeholder>
                <w:showingPlcHdr/>
                <w:text/>
              </w:sdtPr>
              <w:sdtEndPr/>
              <w:sdtContent>
                <w:r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</w:p>
        </w:tc>
        <w:tc>
          <w:tcPr>
            <w:tcW w:w="4853" w:type="dxa"/>
            <w:tcBorders>
              <w:top w:val="nil"/>
              <w:bottom w:val="nil"/>
            </w:tcBorders>
          </w:tcPr>
          <w:p w14:paraId="54B959EE" w14:textId="77777777" w:rsidR="00CA6EC9" w:rsidRPr="009C2683" w:rsidRDefault="00502C52" w:rsidP="00A40413">
            <w:pPr>
              <w:pStyle w:val="Kopfzeile"/>
              <w:spacing w:after="120" w:line="320" w:lineRule="exact"/>
              <w:jc w:val="right"/>
              <w:rPr>
                <w:rFonts w:ascii="Helvetica" w:hAnsi="Helvetica" w:cs="Courier New"/>
                <w:szCs w:val="22"/>
              </w:rPr>
            </w:pPr>
            <w:sdt>
              <w:sdtPr>
                <w:rPr>
                  <w:rFonts w:ascii="Helvetica" w:hAnsi="Helvetica" w:cs="Courier New"/>
                  <w:szCs w:val="22"/>
                </w:rPr>
                <w:id w:val="-37514764"/>
                <w:placeholder>
                  <w:docPart w:val="610042A417745A40888F610E9712EC17"/>
                </w:placeholder>
                <w:showingPlcHdr/>
                <w:text/>
              </w:sdtPr>
              <w:sdtEndPr/>
              <w:sdtContent>
                <w:r w:rsidR="00CA6EC9"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  <w:r w:rsidR="00CA6EC9" w:rsidRPr="009C2683">
              <w:rPr>
                <w:rFonts w:ascii="Helvetica" w:hAnsi="Helvetica" w:cs="Courier New"/>
                <w:szCs w:val="22"/>
              </w:rPr>
              <w:t xml:space="preserve"> € netto</w:t>
            </w:r>
          </w:p>
        </w:tc>
      </w:tr>
      <w:tr w:rsidR="00CA6EC9" w:rsidRPr="009C2683" w14:paraId="1E9CAE54" w14:textId="77777777" w:rsidTr="00A40413">
        <w:trPr>
          <w:trHeight w:val="567"/>
        </w:trPr>
        <w:tc>
          <w:tcPr>
            <w:tcW w:w="4323" w:type="dxa"/>
            <w:tcBorders>
              <w:top w:val="nil"/>
              <w:bottom w:val="nil"/>
            </w:tcBorders>
          </w:tcPr>
          <w:p w14:paraId="75E1EA3B" w14:textId="77777777" w:rsidR="00CA6EC9" w:rsidRPr="009C2683" w:rsidRDefault="00CA6EC9" w:rsidP="00A40413">
            <w:pPr>
              <w:spacing w:after="120" w:line="320" w:lineRule="exact"/>
              <w:rPr>
                <w:rFonts w:ascii="Helvetica" w:hAnsi="Helvetica" w:cs="Courier New"/>
                <w:szCs w:val="22"/>
              </w:rPr>
            </w:pPr>
            <w:r w:rsidRPr="009C2683">
              <w:rPr>
                <w:rFonts w:ascii="Helvetica" w:hAnsi="Helvetica" w:cs="Courier New"/>
                <w:szCs w:val="22"/>
              </w:rPr>
              <w:t xml:space="preserve">Jahr </w:t>
            </w:r>
            <w:sdt>
              <w:sdtPr>
                <w:rPr>
                  <w:rFonts w:ascii="Helvetica" w:hAnsi="Helvetica" w:cs="Courier New"/>
                  <w:szCs w:val="22"/>
                </w:rPr>
                <w:id w:val="-136649095"/>
                <w:placeholder>
                  <w:docPart w:val="FB485AE87637A448938155E19C275E50"/>
                </w:placeholder>
                <w:showingPlcHdr/>
                <w:text/>
              </w:sdtPr>
              <w:sdtEndPr/>
              <w:sdtContent>
                <w:r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</w:p>
        </w:tc>
        <w:tc>
          <w:tcPr>
            <w:tcW w:w="4853" w:type="dxa"/>
            <w:tcBorders>
              <w:top w:val="nil"/>
              <w:bottom w:val="nil"/>
            </w:tcBorders>
          </w:tcPr>
          <w:p w14:paraId="76E3DCDB" w14:textId="77777777" w:rsidR="00CA6EC9" w:rsidRPr="009C2683" w:rsidRDefault="00502C52" w:rsidP="00A40413">
            <w:pPr>
              <w:pStyle w:val="Kopfzeile"/>
              <w:spacing w:after="120" w:line="320" w:lineRule="exact"/>
              <w:jc w:val="right"/>
              <w:rPr>
                <w:rFonts w:ascii="Helvetica" w:hAnsi="Helvetica" w:cs="Courier New"/>
                <w:szCs w:val="22"/>
              </w:rPr>
            </w:pPr>
            <w:sdt>
              <w:sdtPr>
                <w:rPr>
                  <w:rFonts w:ascii="Helvetica" w:hAnsi="Helvetica" w:cs="Courier New"/>
                  <w:szCs w:val="22"/>
                </w:rPr>
                <w:id w:val="-559560134"/>
                <w:placeholder>
                  <w:docPart w:val="76ABADC1E76F014A8CE7BC406A01DE1A"/>
                </w:placeholder>
                <w:showingPlcHdr/>
                <w:text/>
              </w:sdtPr>
              <w:sdtEndPr/>
              <w:sdtContent>
                <w:r w:rsidR="00CA6EC9"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  <w:r w:rsidR="00CA6EC9" w:rsidRPr="009C2683">
              <w:rPr>
                <w:rFonts w:ascii="Helvetica" w:hAnsi="Helvetica" w:cs="Courier New"/>
                <w:szCs w:val="22"/>
              </w:rPr>
              <w:t xml:space="preserve"> € netto</w:t>
            </w:r>
          </w:p>
        </w:tc>
      </w:tr>
      <w:tr w:rsidR="00CA6EC9" w:rsidRPr="009C2683" w14:paraId="36142888" w14:textId="77777777" w:rsidTr="00A40413">
        <w:trPr>
          <w:trHeight w:val="567"/>
        </w:trPr>
        <w:tc>
          <w:tcPr>
            <w:tcW w:w="4323" w:type="dxa"/>
            <w:tcBorders>
              <w:top w:val="nil"/>
            </w:tcBorders>
          </w:tcPr>
          <w:p w14:paraId="7BD88E39" w14:textId="77777777" w:rsidR="00CA6EC9" w:rsidRPr="009C2683" w:rsidRDefault="00CA6EC9" w:rsidP="00A40413">
            <w:pPr>
              <w:spacing w:after="120" w:line="320" w:lineRule="exact"/>
              <w:rPr>
                <w:rFonts w:ascii="Helvetica" w:hAnsi="Helvetica" w:cs="Courier New"/>
                <w:szCs w:val="22"/>
              </w:rPr>
            </w:pPr>
            <w:r w:rsidRPr="009C2683">
              <w:rPr>
                <w:rFonts w:ascii="Helvetica" w:hAnsi="Helvetica" w:cs="Courier New"/>
                <w:szCs w:val="22"/>
              </w:rPr>
              <w:t xml:space="preserve">Jahr </w:t>
            </w:r>
            <w:sdt>
              <w:sdtPr>
                <w:rPr>
                  <w:rFonts w:ascii="Helvetica" w:hAnsi="Helvetica" w:cs="Courier New"/>
                  <w:szCs w:val="22"/>
                </w:rPr>
                <w:id w:val="-1368679052"/>
                <w:placeholder>
                  <w:docPart w:val="18D4C82CB4C4454E9F05AA4E286B8587"/>
                </w:placeholder>
                <w:showingPlcHdr/>
                <w:text/>
              </w:sdtPr>
              <w:sdtEndPr/>
              <w:sdtContent>
                <w:r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</w:p>
        </w:tc>
        <w:tc>
          <w:tcPr>
            <w:tcW w:w="4853" w:type="dxa"/>
            <w:tcBorders>
              <w:top w:val="nil"/>
            </w:tcBorders>
          </w:tcPr>
          <w:p w14:paraId="3DD52C60" w14:textId="77777777" w:rsidR="00CA6EC9" w:rsidRPr="009C2683" w:rsidRDefault="00502C52" w:rsidP="00A40413">
            <w:pPr>
              <w:pStyle w:val="Kopfzeile"/>
              <w:spacing w:after="120" w:line="320" w:lineRule="exact"/>
              <w:jc w:val="right"/>
              <w:rPr>
                <w:rFonts w:ascii="Helvetica" w:hAnsi="Helvetica" w:cs="Courier New"/>
                <w:szCs w:val="22"/>
              </w:rPr>
            </w:pPr>
            <w:sdt>
              <w:sdtPr>
                <w:rPr>
                  <w:rFonts w:ascii="Helvetica" w:hAnsi="Helvetica" w:cs="Courier New"/>
                  <w:szCs w:val="22"/>
                </w:rPr>
                <w:id w:val="1144938210"/>
                <w:placeholder>
                  <w:docPart w:val="C0C85C4A643DAD4DB7A843013D0A986A"/>
                </w:placeholder>
                <w:showingPlcHdr/>
                <w:text/>
              </w:sdtPr>
              <w:sdtEndPr/>
              <w:sdtContent>
                <w:r w:rsidR="00CA6EC9" w:rsidRPr="009C2683">
                  <w:rPr>
                    <w:rStyle w:val="Platzhaltertext"/>
                    <w:rFonts w:ascii="Helvetica" w:hAnsi="Helvetica" w:cs="Courier New"/>
                    <w:szCs w:val="22"/>
                  </w:rPr>
                  <w:t>Klicken Sie hier, um Text einzugeben.</w:t>
                </w:r>
              </w:sdtContent>
            </w:sdt>
            <w:r w:rsidR="00CA6EC9" w:rsidRPr="009C2683">
              <w:rPr>
                <w:rFonts w:ascii="Helvetica" w:hAnsi="Helvetica" w:cs="Courier New"/>
                <w:szCs w:val="22"/>
              </w:rPr>
              <w:t xml:space="preserve"> € netto</w:t>
            </w:r>
          </w:p>
        </w:tc>
      </w:tr>
    </w:tbl>
    <w:p w14:paraId="3E63B216" w14:textId="77777777" w:rsidR="00CA6EC9" w:rsidRPr="009C2683" w:rsidRDefault="00CA6EC9" w:rsidP="00CA6EC9">
      <w:pPr>
        <w:tabs>
          <w:tab w:val="right" w:pos="7560"/>
        </w:tabs>
        <w:rPr>
          <w:rFonts w:ascii="Helvetica" w:hAnsi="Helvetica" w:cs="Courier New"/>
          <w:szCs w:val="22"/>
        </w:rPr>
      </w:pPr>
    </w:p>
    <w:p w14:paraId="11B3D72D" w14:textId="2F9D5E44" w:rsidR="00CA6EC9" w:rsidRPr="009C2683" w:rsidRDefault="00CA6EC9" w:rsidP="00CA6EC9">
      <w:pPr>
        <w:tabs>
          <w:tab w:val="right" w:pos="7560"/>
        </w:tabs>
        <w:rPr>
          <w:rFonts w:ascii="Helvetica" w:hAnsi="Helvetica" w:cs="Courier New"/>
          <w:szCs w:val="22"/>
        </w:rPr>
      </w:pPr>
      <w:r w:rsidRPr="009C2683">
        <w:rPr>
          <w:rFonts w:ascii="Helvetica" w:hAnsi="Helvetica" w:cs="Courier New"/>
          <w:szCs w:val="22"/>
        </w:rPr>
        <w:t xml:space="preserve">Mindestanforderung: Der Gesamtumsatz liegt im Durchschnitt der letzten 3 abgeschlossenen Geschäftsjahre </w:t>
      </w:r>
      <w:r w:rsidRPr="00502C52">
        <w:rPr>
          <w:rFonts w:ascii="Helvetica" w:hAnsi="Helvetica" w:cs="Courier New"/>
          <w:szCs w:val="22"/>
        </w:rPr>
        <w:t xml:space="preserve">über </w:t>
      </w:r>
      <w:r w:rsidR="00502C52" w:rsidRPr="00502C52">
        <w:rPr>
          <w:rFonts w:ascii="Helvetica" w:hAnsi="Helvetica" w:cs="Courier New"/>
          <w:szCs w:val="22"/>
        </w:rPr>
        <w:t>97</w:t>
      </w:r>
      <w:r w:rsidRPr="00502C52">
        <w:rPr>
          <w:rFonts w:ascii="Helvetica" w:hAnsi="Helvetica" w:cs="Courier New"/>
          <w:szCs w:val="22"/>
        </w:rPr>
        <w:t>.000,00 € netto jährlich</w:t>
      </w:r>
      <w:r w:rsidRPr="009C2683">
        <w:rPr>
          <w:rFonts w:ascii="Helvetica" w:hAnsi="Helvetica" w:cs="Courier New"/>
          <w:szCs w:val="22"/>
        </w:rPr>
        <w:t>.</w:t>
      </w:r>
    </w:p>
    <w:p w14:paraId="3B52A361" w14:textId="77777777" w:rsidR="00CA6EC9" w:rsidRPr="009C2683" w:rsidRDefault="00CA6EC9" w:rsidP="00CA6EC9">
      <w:pPr>
        <w:tabs>
          <w:tab w:val="right" w:pos="7560"/>
        </w:tabs>
        <w:rPr>
          <w:rFonts w:ascii="Helvetica" w:hAnsi="Helvetica" w:cs="Courier New"/>
          <w:szCs w:val="22"/>
        </w:rPr>
      </w:pPr>
    </w:p>
    <w:p w14:paraId="6C528565" w14:textId="77777777" w:rsidR="00CA6EC9" w:rsidRPr="009C2683" w:rsidRDefault="00CA6EC9" w:rsidP="00CA6EC9">
      <w:pPr>
        <w:tabs>
          <w:tab w:val="right" w:pos="7560"/>
        </w:tabs>
        <w:rPr>
          <w:rFonts w:ascii="Helvetica" w:hAnsi="Helvetica" w:cs="Courier New"/>
          <w:szCs w:val="22"/>
        </w:rPr>
      </w:pPr>
    </w:p>
    <w:p w14:paraId="34D466A2" w14:textId="77777777" w:rsidR="00CA6EC9" w:rsidRPr="009C2683" w:rsidRDefault="00CA6EC9" w:rsidP="00CA6EC9">
      <w:pPr>
        <w:tabs>
          <w:tab w:val="right" w:pos="7560"/>
        </w:tabs>
        <w:rPr>
          <w:rFonts w:ascii="Helvetica" w:hAnsi="Helvetica" w:cs="Courier New"/>
          <w:szCs w:val="22"/>
        </w:rPr>
      </w:pPr>
    </w:p>
    <w:p w14:paraId="537220C1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5C5F6607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52D9F32F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</w:p>
    <w:p w14:paraId="0E532759" w14:textId="77777777" w:rsidR="00CA6EC9" w:rsidRPr="009C2683" w:rsidRDefault="00CA6EC9" w:rsidP="00CA6EC9">
      <w:pPr>
        <w:rPr>
          <w:rFonts w:ascii="Helvetica" w:hAnsi="Helvetica" w:cs="Courier New"/>
          <w:szCs w:val="22"/>
        </w:rPr>
      </w:pPr>
      <w:r w:rsidRPr="009C2683">
        <w:rPr>
          <w:rFonts w:ascii="Helvetica" w:hAnsi="Helvetica" w:cs="Courier New"/>
          <w:szCs w:val="22"/>
        </w:rPr>
        <w:t xml:space="preserve">____________________________________________________________________ </w:t>
      </w:r>
    </w:p>
    <w:p w14:paraId="27192992" w14:textId="56398EAA" w:rsidR="00CA6EC9" w:rsidRPr="009C2683" w:rsidRDefault="00CA6EC9" w:rsidP="00591817">
      <w:pPr>
        <w:tabs>
          <w:tab w:val="left" w:pos="4962"/>
          <w:tab w:val="left" w:pos="5387"/>
          <w:tab w:val="right" w:pos="8931"/>
        </w:tabs>
        <w:rPr>
          <w:rFonts w:ascii="Helvetica" w:hAnsi="Helvetica" w:cs="Courier New"/>
          <w:color w:val="000000"/>
          <w:szCs w:val="22"/>
        </w:rPr>
      </w:pPr>
      <w:r w:rsidRPr="009C2683">
        <w:rPr>
          <w:rFonts w:ascii="Helvetica" w:hAnsi="Helvetica" w:cs="Courier New"/>
          <w:szCs w:val="22"/>
        </w:rPr>
        <w:t>Ort, Datum</w:t>
      </w:r>
      <w:r w:rsidR="009C2683">
        <w:rPr>
          <w:rFonts w:ascii="Helvetica" w:hAnsi="Helvetica" w:cs="Courier New"/>
          <w:szCs w:val="22"/>
        </w:rPr>
        <w:t xml:space="preserve"> </w:t>
      </w:r>
      <w:r w:rsidR="009C2683">
        <w:rPr>
          <w:rFonts w:ascii="Helvetica" w:hAnsi="Helvetica" w:cs="Courier New"/>
          <w:szCs w:val="22"/>
        </w:rPr>
        <w:tab/>
      </w:r>
      <w:r w:rsidRPr="009C2683">
        <w:rPr>
          <w:rFonts w:ascii="Helvetica" w:hAnsi="Helvetica" w:cs="Courier New"/>
          <w:szCs w:val="22"/>
        </w:rPr>
        <w:t xml:space="preserve">Rechtsverbindliche Unterschrift/en </w:t>
      </w:r>
    </w:p>
    <w:p w14:paraId="0B41E9C8" w14:textId="391628B7" w:rsidR="00DD7759" w:rsidRPr="009C2683" w:rsidRDefault="00DD7759" w:rsidP="00CA6EC9">
      <w:pPr>
        <w:rPr>
          <w:rFonts w:ascii="Helvetica" w:hAnsi="Helvetica"/>
        </w:rPr>
      </w:pPr>
    </w:p>
    <w:sectPr w:rsidR="00DD7759" w:rsidRPr="009C2683" w:rsidSect="00DD77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E94FE" w14:textId="77777777" w:rsidR="00CA6EC9" w:rsidRDefault="00CA6EC9" w:rsidP="00DD7759">
      <w:r>
        <w:separator/>
      </w:r>
    </w:p>
  </w:endnote>
  <w:endnote w:type="continuationSeparator" w:id="0">
    <w:p w14:paraId="078ABF82" w14:textId="77777777" w:rsidR="00CA6EC9" w:rsidRDefault="00CA6EC9" w:rsidP="00DD7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5F164" w14:textId="77777777" w:rsidR="00D05E8A" w:rsidRDefault="00D05E8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EBAB04" w14:paraId="3F0771E5" w14:textId="77777777" w:rsidTr="5EEBAB04">
      <w:trPr>
        <w:trHeight w:val="300"/>
      </w:trPr>
      <w:tc>
        <w:tcPr>
          <w:tcW w:w="3020" w:type="dxa"/>
        </w:tcPr>
        <w:p w14:paraId="0DEA45DD" w14:textId="77777777" w:rsidR="5EEBAB04" w:rsidRDefault="5EEBAB04" w:rsidP="5EEBAB04">
          <w:pPr>
            <w:pStyle w:val="Kopfzeile"/>
            <w:ind w:left="-115"/>
          </w:pPr>
        </w:p>
      </w:tc>
      <w:tc>
        <w:tcPr>
          <w:tcW w:w="3020" w:type="dxa"/>
        </w:tcPr>
        <w:p w14:paraId="6F86F81D" w14:textId="77777777" w:rsidR="5EEBAB04" w:rsidRDefault="5EEBAB04" w:rsidP="5EEBAB04">
          <w:pPr>
            <w:pStyle w:val="Kopfzeile"/>
            <w:jc w:val="center"/>
          </w:pPr>
        </w:p>
      </w:tc>
      <w:tc>
        <w:tcPr>
          <w:tcW w:w="3020" w:type="dxa"/>
        </w:tcPr>
        <w:p w14:paraId="27E95FA8" w14:textId="77777777" w:rsidR="5EEBAB04" w:rsidRDefault="5EEBAB04" w:rsidP="5EEBAB04">
          <w:pPr>
            <w:pStyle w:val="Kopfzeile"/>
            <w:ind w:right="-115"/>
            <w:jc w:val="right"/>
          </w:pPr>
        </w:p>
      </w:tc>
    </w:tr>
  </w:tbl>
  <w:p w14:paraId="1BA92B12" w14:textId="77777777" w:rsidR="5EEBAB04" w:rsidRDefault="5EEBAB04" w:rsidP="5EEBA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4BA78" w14:textId="77777777" w:rsidR="00D05E8A" w:rsidRDefault="00D05E8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950D1" w14:textId="77777777" w:rsidR="00CA6EC9" w:rsidRDefault="00CA6EC9" w:rsidP="00DD7759">
      <w:r>
        <w:separator/>
      </w:r>
    </w:p>
  </w:footnote>
  <w:footnote w:type="continuationSeparator" w:id="0">
    <w:p w14:paraId="20606B00" w14:textId="77777777" w:rsidR="00CA6EC9" w:rsidRDefault="00CA6EC9" w:rsidP="00DD7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8791A" w14:textId="77777777" w:rsidR="00D05E8A" w:rsidRDefault="00D05E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327F" w14:textId="77777777" w:rsidR="00DD7759" w:rsidRDefault="0047178F" w:rsidP="00D05E8A">
    <w:pPr>
      <w:pStyle w:val="Kopfzeile"/>
      <w:tabs>
        <w:tab w:val="clear" w:pos="4536"/>
        <w:tab w:val="clear" w:pos="9072"/>
        <w:tab w:val="left" w:pos="1209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6CD0B2A4" wp14:editId="1D622DAC">
          <wp:simplePos x="0" y="0"/>
          <wp:positionH relativeFrom="column">
            <wp:posOffset>-923876</wp:posOffset>
          </wp:positionH>
          <wp:positionV relativeFrom="paragraph">
            <wp:posOffset>-450215</wp:posOffset>
          </wp:positionV>
          <wp:extent cx="7571740" cy="1188720"/>
          <wp:effectExtent l="0" t="0" r="0" b="0"/>
          <wp:wrapNone/>
          <wp:docPr id="7" name="Bild 7" descr="Eine Grafik, die die Kopzeile des Dokuments anzeigt. Links oben zu sehen ist das RBX-Logo und rechts oben das sekundäre Logo mit dem Schriftzug “Connected through Music“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7" descr="Eine Grafik, die die Kopzeile des Dokuments anzeigt. Links oben zu sehen ist das RBX-Logo und rechts oben das sekundäre Logo mit dem Schriftzug “Connected through Music“.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893"/>
                  <a:stretch/>
                </pic:blipFill>
                <pic:spPr bwMode="auto">
                  <a:xfrm>
                    <a:off x="0" y="0"/>
                    <a:ext cx="75717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5E8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1E411" w14:textId="77777777" w:rsidR="00D05E8A" w:rsidRDefault="00D05E8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EC9"/>
    <w:rsid w:val="000332DB"/>
    <w:rsid w:val="00043AE1"/>
    <w:rsid w:val="00047999"/>
    <w:rsid w:val="000560BC"/>
    <w:rsid w:val="00095727"/>
    <w:rsid w:val="00116DDE"/>
    <w:rsid w:val="0012599C"/>
    <w:rsid w:val="001350B7"/>
    <w:rsid w:val="001735CF"/>
    <w:rsid w:val="001735D3"/>
    <w:rsid w:val="00192BAE"/>
    <w:rsid w:val="001E2A76"/>
    <w:rsid w:val="001E46FA"/>
    <w:rsid w:val="002E6FE6"/>
    <w:rsid w:val="002F56F9"/>
    <w:rsid w:val="003B048D"/>
    <w:rsid w:val="003C1707"/>
    <w:rsid w:val="00417BD8"/>
    <w:rsid w:val="00441BDA"/>
    <w:rsid w:val="00450550"/>
    <w:rsid w:val="0047178F"/>
    <w:rsid w:val="00487B0C"/>
    <w:rsid w:val="004C5248"/>
    <w:rsid w:val="00502C52"/>
    <w:rsid w:val="00582C9C"/>
    <w:rsid w:val="00591817"/>
    <w:rsid w:val="005E0ED3"/>
    <w:rsid w:val="0067153E"/>
    <w:rsid w:val="006D5637"/>
    <w:rsid w:val="00701199"/>
    <w:rsid w:val="007754AF"/>
    <w:rsid w:val="0082195D"/>
    <w:rsid w:val="0083330D"/>
    <w:rsid w:val="008963F8"/>
    <w:rsid w:val="008B028F"/>
    <w:rsid w:val="009174E5"/>
    <w:rsid w:val="00995CE6"/>
    <w:rsid w:val="009C2683"/>
    <w:rsid w:val="00A51BA7"/>
    <w:rsid w:val="00AA2A7C"/>
    <w:rsid w:val="00BB667F"/>
    <w:rsid w:val="00C1638A"/>
    <w:rsid w:val="00C40AC3"/>
    <w:rsid w:val="00C51053"/>
    <w:rsid w:val="00C84307"/>
    <w:rsid w:val="00C90BCA"/>
    <w:rsid w:val="00CA6EC9"/>
    <w:rsid w:val="00D05E8A"/>
    <w:rsid w:val="00D32A86"/>
    <w:rsid w:val="00D80BDE"/>
    <w:rsid w:val="00DD7759"/>
    <w:rsid w:val="00E3238B"/>
    <w:rsid w:val="00E33DEE"/>
    <w:rsid w:val="00FB4D17"/>
    <w:rsid w:val="5EEB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8C869"/>
  <w15:chartTrackingRefBased/>
  <w15:docId w15:val="{4F6AFC0D-CD81-A341-BB39-D1655A97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alibri" w:hAnsi="Courier New" w:cs="Times New Roman"/>
        <w:sz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Alt+TT"/>
    <w:qFormat/>
    <w:rsid w:val="00CA6EC9"/>
    <w:rPr>
      <w:rFonts w:ascii="Arial" w:eastAsia="Times New Roman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DD7759"/>
    <w:pPr>
      <w:tabs>
        <w:tab w:val="center" w:pos="4536"/>
        <w:tab w:val="right" w:pos="9072"/>
      </w:tabs>
    </w:pPr>
    <w:rPr>
      <w:rFonts w:ascii="Courier New" w:eastAsia="Calibri" w:hAnsi="Courier New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DD7759"/>
  </w:style>
  <w:style w:type="paragraph" w:styleId="Fuzeile">
    <w:name w:val="footer"/>
    <w:basedOn w:val="Standard"/>
    <w:link w:val="FuzeileZchn"/>
    <w:uiPriority w:val="99"/>
    <w:unhideWhenUsed/>
    <w:rsid w:val="00DD7759"/>
    <w:pPr>
      <w:tabs>
        <w:tab w:val="center" w:pos="4536"/>
        <w:tab w:val="right" w:pos="9072"/>
      </w:tabs>
    </w:pPr>
    <w:rPr>
      <w:rFonts w:ascii="Courier New" w:eastAsia="Calibri" w:hAnsi="Courier New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DD7759"/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tzhaltertext">
    <w:name w:val="Placeholder Text"/>
    <w:basedOn w:val="Absatz-Standardschriftart"/>
    <w:uiPriority w:val="99"/>
    <w:semiHidden/>
    <w:rsid w:val="00CA6E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ristianhaasen/Library/Group%20Containers/UBF8T346G9.Office/User%20Content.localized/Templates.localized/RBX_Briefp_02%20nur%20Logo%20Kopfzei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EC7C16DECCB144787E39106B1F127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181CCB-7495-304E-8E0B-42EA2C3B6453}"/>
      </w:docPartPr>
      <w:docPartBody>
        <w:p w:rsidR="009D6FFB" w:rsidRDefault="009D6FFB" w:rsidP="009D6FFB">
          <w:pPr>
            <w:pStyle w:val="0EC7C16DECCB144787E39106B1F127B9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  <w:docPart>
      <w:docPartPr>
        <w:name w:val="610042A417745A40888F610E9712EC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EDBA1D-8851-F84A-964F-ED7B3D62376C}"/>
      </w:docPartPr>
      <w:docPartBody>
        <w:p w:rsidR="009D6FFB" w:rsidRDefault="009D6FFB" w:rsidP="009D6FFB">
          <w:pPr>
            <w:pStyle w:val="610042A417745A40888F610E9712EC17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  <w:docPart>
      <w:docPartPr>
        <w:name w:val="FB485AE87637A448938155E19C275E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9E9F42-C6EB-2148-A01B-366D2CE8B950}"/>
      </w:docPartPr>
      <w:docPartBody>
        <w:p w:rsidR="009D6FFB" w:rsidRDefault="009D6FFB" w:rsidP="009D6FFB">
          <w:pPr>
            <w:pStyle w:val="FB485AE87637A448938155E19C275E50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  <w:docPart>
      <w:docPartPr>
        <w:name w:val="76ABADC1E76F014A8CE7BC406A01DE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676289-8BB4-5E4E-826E-8788470FB071}"/>
      </w:docPartPr>
      <w:docPartBody>
        <w:p w:rsidR="009D6FFB" w:rsidRDefault="009D6FFB" w:rsidP="009D6FFB">
          <w:pPr>
            <w:pStyle w:val="76ABADC1E76F014A8CE7BC406A01DE1A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  <w:docPart>
      <w:docPartPr>
        <w:name w:val="18D4C82CB4C4454E9F05AA4E286B8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16A3F-7245-D44B-AFD1-E56DEE524704}"/>
      </w:docPartPr>
      <w:docPartBody>
        <w:p w:rsidR="009D6FFB" w:rsidRDefault="009D6FFB" w:rsidP="009D6FFB">
          <w:pPr>
            <w:pStyle w:val="18D4C82CB4C4454E9F05AA4E286B8587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  <w:docPart>
      <w:docPartPr>
        <w:name w:val="C0C85C4A643DAD4DB7A843013D0A98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69C523-7865-D544-9C65-E71B1ED36443}"/>
      </w:docPartPr>
      <w:docPartBody>
        <w:p w:rsidR="009D6FFB" w:rsidRDefault="009D6FFB" w:rsidP="009D6FFB">
          <w:pPr>
            <w:pStyle w:val="C0C85C4A643DAD4DB7A843013D0A986A"/>
          </w:pPr>
          <w:r w:rsidRPr="005634FC">
            <w:rPr>
              <w:rStyle w:val="Platzhaltertext"/>
              <w:szCs w:val="22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FB"/>
    <w:rsid w:val="00047999"/>
    <w:rsid w:val="00441BDA"/>
    <w:rsid w:val="008963F8"/>
    <w:rsid w:val="009D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D6FFB"/>
    <w:rPr>
      <w:color w:val="808080"/>
    </w:rPr>
  </w:style>
  <w:style w:type="paragraph" w:customStyle="1" w:styleId="0EC7C16DECCB144787E39106B1F127B9">
    <w:name w:val="0EC7C16DECCB144787E39106B1F127B9"/>
    <w:rsid w:val="009D6FFB"/>
  </w:style>
  <w:style w:type="paragraph" w:customStyle="1" w:styleId="610042A417745A40888F610E9712EC17">
    <w:name w:val="610042A417745A40888F610E9712EC17"/>
    <w:rsid w:val="009D6FFB"/>
  </w:style>
  <w:style w:type="paragraph" w:customStyle="1" w:styleId="FB485AE87637A448938155E19C275E50">
    <w:name w:val="FB485AE87637A448938155E19C275E50"/>
    <w:rsid w:val="009D6FFB"/>
  </w:style>
  <w:style w:type="paragraph" w:customStyle="1" w:styleId="76ABADC1E76F014A8CE7BC406A01DE1A">
    <w:name w:val="76ABADC1E76F014A8CE7BC406A01DE1A"/>
    <w:rsid w:val="009D6FFB"/>
  </w:style>
  <w:style w:type="paragraph" w:customStyle="1" w:styleId="18D4C82CB4C4454E9F05AA4E286B8587">
    <w:name w:val="18D4C82CB4C4454E9F05AA4E286B8587"/>
    <w:rsid w:val="009D6FFB"/>
  </w:style>
  <w:style w:type="paragraph" w:customStyle="1" w:styleId="C0C85C4A643DAD4DB7A843013D0A986A">
    <w:name w:val="C0C85C4A643DAD4DB7A843013D0A986A"/>
    <w:rsid w:val="009D6F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63D451BB7BAD4A80E5F162BC850B3A" ma:contentTypeVersion="26" ma:contentTypeDescription="Ein neues Dokument erstellen." ma:contentTypeScope="" ma:versionID="6c7904f1da480d727541775be63727c7">
  <xsd:schema xmlns:xsd="http://www.w3.org/2001/XMLSchema" xmlns:xs="http://www.w3.org/2001/XMLSchema" xmlns:p="http://schemas.microsoft.com/office/2006/metadata/properties" xmlns:ns2="76c4e5b6-54ee-4370-b051-e2ccac5262a8" xmlns:ns3="c83c3887-b55a-4802-97d5-e5d94ad83cb9" targetNamespace="http://schemas.microsoft.com/office/2006/metadata/properties" ma:root="true" ma:fieldsID="c99f302dd178892eb8b9de7e247df3c8" ns2:_="" ns3:_="">
    <xsd:import namespace="76c4e5b6-54ee-4370-b051-e2ccac5262a8"/>
    <xsd:import namespace="c83c3887-b55a-4802-97d5-e5d94ad83c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check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Vergabe_x002d_Nr_x002e_" minOccurs="0"/>
                <xsd:element ref="ns2:zugeh_x00f6_rigesBKMJahr" minOccurs="0"/>
                <xsd:element ref="ns2:Vergabeart" minOccurs="0"/>
                <xsd:element ref="ns2:Unit" minOccurs="0"/>
                <xsd:element ref="ns2:Rahmenvertrag" minOccurs="0"/>
                <xsd:element ref="ns2:K_x00fc_ndigungsfrist" minOccurs="0"/>
                <xsd:element ref="ns2:auto_x002e_Verl_x00e4_ngerung" minOccurs="0"/>
                <xsd:element ref="ns2:Leistungsbeschreib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4e5b6-54ee-4370-b051-e2ccac526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1c88c307-c7d2-4bd7-b57d-db16f910e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check" ma:index="22" nillable="true" ma:displayName="check" ma:format="Dropdown" ma:internalName="check">
      <xsd:simpleType>
        <xsd:restriction base="dms:Text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Vergabe_x002d_Nr_x002e_" ma:index="26" nillable="true" ma:displayName="Vergabe-Nr." ma:description="zugehörige Vergabe-Nur. angeben" ma:format="Dropdown" ma:internalName="Vergabe_x002d_Nr_x002e_">
      <xsd:simpleType>
        <xsd:restriction base="dms:Text">
          <xsd:maxLength value="255"/>
        </xsd:restriction>
      </xsd:simpleType>
    </xsd:element>
    <xsd:element name="zugeh_x00f6_rigesBKMJahr" ma:index="27" nillable="true" ma:displayName="zugehöriges BKM Jahr" ma:description="welchem BKM Jahr/Antrag ist die zuzuordnen? Im Zweifel von Vergabe ausfüllen lassen" ma:format="Dropdown" ma:internalName="zugeh_x00f6_rigesBKMJah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2024"/>
                    <xsd:enumeration value="2025"/>
                    <xsd:enumeration value="2026"/>
                    <xsd:enumeration value="2027"/>
                    <xsd:enumeration value="2028"/>
                  </xsd:restriction>
                </xsd:simpleType>
              </xsd:element>
            </xsd:sequence>
          </xsd:extension>
        </xsd:complexContent>
      </xsd:complexType>
    </xsd:element>
    <xsd:element name="Vergabeart" ma:index="28" nillable="true" ma:displayName="Vergabeart" ma:format="Dropdown" ma:internalName="Vergabeart">
      <xsd:simpleType>
        <xsd:restriction base="dms:Choice">
          <xsd:enumeration value="Direktvergabe"/>
          <xsd:enumeration value="Verhandlungsvergabe"/>
          <xsd:enumeration value="nationale Ausschreibung"/>
          <xsd:enumeration value="freiberufl. Leistung"/>
          <xsd:enumeration value="Alleinstellung"/>
          <xsd:enumeration value="Vorlage"/>
        </xsd:restriction>
      </xsd:simpleType>
    </xsd:element>
    <xsd:element name="Unit" ma:index="29" nillable="true" ma:displayName="Linie" ma:description="welche Unit ist inhaltlich verantwortlich?" ma:format="Dropdown" ma:internalName="Unit">
      <xsd:simpleType>
        <xsd:restriction base="dms:Choice">
          <xsd:enumeration value="HR-Infra"/>
          <xsd:enumeration value="Production"/>
          <xsd:enumeration value="Media Production"/>
          <xsd:enumeration value="Comm_Marketing"/>
          <xsd:enumeration value="Partnership_Sales"/>
          <xsd:enumeration value="Special Programme"/>
          <xsd:enumeration value="Programme"/>
          <xsd:enumeration value="Finance"/>
        </xsd:restriction>
      </xsd:simpleType>
    </xsd:element>
    <xsd:element name="Rahmenvertrag" ma:index="30" nillable="true" ma:displayName="Rahmenvertrag" ma:format="RadioButtons" ma:internalName="Rahmenvertrag">
      <xsd:simpleType>
        <xsd:restriction base="dms:Choice">
          <xsd:enumeration value="Ja"/>
          <xsd:enumeration value="Nein"/>
        </xsd:restriction>
      </xsd:simpleType>
    </xsd:element>
    <xsd:element name="K_x00fc_ndigungsfrist" ma:index="31" nillable="true" ma:displayName="Kündigungsfrist" ma:format="DateOnly" ma:internalName="K_x00fc_ndigungsfrist">
      <xsd:simpleType>
        <xsd:restriction base="dms:DateTime"/>
      </xsd:simpleType>
    </xsd:element>
    <xsd:element name="auto_x002e_Verl_x00e4_ngerung" ma:index="32" nillable="true" ma:displayName="auto. Verlängerung" ma:default="0" ma:format="Dropdown" ma:internalName="auto_x002e_Verl_x00e4_ngerung">
      <xsd:simpleType>
        <xsd:restriction base="dms:Boolean"/>
      </xsd:simpleType>
    </xsd:element>
    <xsd:element name="Leistungsbeschreibung" ma:index="33" nillable="true" ma:displayName="Leistungsbeschreibung" ma:description="sehr kurzer Titel zum groben Verständnis" ma:format="Dropdown" ma:internalName="Leistungsbeschreib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3887-b55a-4802-97d5-e5d94ad83c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a5805ef-3f71-44c7-a162-db4ac632f10d}" ma:internalName="TaxCatchAll" ma:showField="CatchAllData" ma:web="c83c3887-b55a-4802-97d5-e5d94ad83c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heck xmlns="76c4e5b6-54ee-4370-b051-e2ccac5262a8" xsi:nil="true"/>
    <lcf76f155ced4ddcb4097134ff3c332f xmlns="76c4e5b6-54ee-4370-b051-e2ccac5262a8">
      <Terms xmlns="http://schemas.microsoft.com/office/infopath/2007/PartnerControls"/>
    </lcf76f155ced4ddcb4097134ff3c332f>
    <TaxCatchAll xmlns="c83c3887-b55a-4802-97d5-e5d94ad83cb9" xsi:nil="true"/>
    <Unit xmlns="76c4e5b6-54ee-4370-b051-e2ccac5262a8">Production</Unit>
    <Leistungsbeschreibung xmlns="76c4e5b6-54ee-4370-b051-e2ccac5262a8">Vorproduktion Musik</Leistungsbeschreibung>
    <Rahmenvertrag xmlns="76c4e5b6-54ee-4370-b051-e2ccac5262a8">Nein</Rahmenvertrag>
    <auto_x002e_Verl_x00e4_ngerung xmlns="76c4e5b6-54ee-4370-b051-e2ccac5262a8">false</auto_x002e_Verl_x00e4_ngerung>
    <K_x00fc_ndigungsfrist xmlns="76c4e5b6-54ee-4370-b051-e2ccac5262a8" xsi:nil="true"/>
    <Vergabe_x002d_Nr_x002e_ xmlns="76c4e5b6-54ee-4370-b051-e2ccac5262a8">NV_260123_01</Vergabe_x002d_Nr_x002e_>
    <zugeh_x00f6_rigesBKMJahr xmlns="76c4e5b6-54ee-4370-b051-e2ccac5262a8">
      <Value>2026</Value>
    </zugeh_x00f6_rigesBKMJahr>
    <Vergabeart xmlns="76c4e5b6-54ee-4370-b051-e2ccac5262a8">nationale Ausschreibung</Vergabeart>
  </documentManagement>
</p:properties>
</file>

<file path=customXml/itemProps1.xml><?xml version="1.0" encoding="utf-8"?>
<ds:datastoreItem xmlns:ds="http://schemas.openxmlformats.org/officeDocument/2006/customXml" ds:itemID="{73299D18-4596-0F43-B8A2-C59DD66175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7B763B-86EE-4DBE-B5DC-E172A1C4F7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0ABCB-23EA-411E-A335-C1AE2BA00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c4e5b6-54ee-4370-b051-e2ccac5262a8"/>
    <ds:schemaRef ds:uri="c83c3887-b55a-4802-97d5-e5d94ad83c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E0192F-F8FA-46E1-BF51-43AE690876EF}">
  <ds:schemaRefs>
    <ds:schemaRef ds:uri="http://schemas.microsoft.com/office/2006/metadata/properties"/>
    <ds:schemaRef ds:uri="http://schemas.microsoft.com/office/infopath/2007/PartnerControls"/>
    <ds:schemaRef ds:uri="76c4e5b6-54ee-4370-b051-e2ccac5262a8"/>
    <ds:schemaRef ds:uri="c83c3887-b55a-4802-97d5-e5d94ad83c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RBX_Briefp_02 nur Logo Kopfzeile.dotx</Template>
  <TotalTime>0</TotalTime>
  <Pages>1</Pages>
  <Words>95</Words>
  <Characters>599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Bauer</dc:creator>
  <cp:keywords/>
  <dc:description/>
  <cp:lastModifiedBy>Christian Haasen</cp:lastModifiedBy>
  <cp:revision>3</cp:revision>
  <dcterms:created xsi:type="dcterms:W3CDTF">2026-01-22T17:42:00Z</dcterms:created>
  <dcterms:modified xsi:type="dcterms:W3CDTF">2026-01-22T17:42:00Z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0x010100E163D451BB7BAD4A80E5F162BC850B3A</vt:lpwstr>
  </property>
  <property fmtid="{D5CDD505-2E9C-101B-9397-08002B2CF9AE}" pid="4" name="WhistID">
    <vt:lpwstr>100169610121412485400469</vt:lpwstr>
  </property>
</Properties>
</file>